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ED677A26-77B4-427C-8553-37FEBC0AE3AA}"/>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